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204D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204D1">
        <w:rPr>
          <w:rFonts w:ascii="Arial Narrow" w:hAnsi="Arial Narrow"/>
          <w:noProof/>
          <w:sz w:val="22"/>
          <w:lang w:val="de-DE"/>
        </w:rPr>
        <w:t>17.03.2015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6204D1" w:rsidRDefault="006204D1" w:rsidP="006204D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Wahl Vorsitzender AStA </w:t>
      </w:r>
    </w:p>
    <w:p w:rsidR="00D523B8" w:rsidRPr="00D523B8" w:rsidRDefault="00D523B8" w:rsidP="00D523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  <w:bookmarkStart w:id="0" w:name="_GoBack"/>
      <w:bookmarkEnd w:id="0"/>
    </w:p>
    <w:p w:rsidR="006204D1" w:rsidRDefault="006204D1" w:rsidP="006204D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6204D1">
        <w:rPr>
          <w:rFonts w:ascii="Arial Narrow" w:hAnsi="Arial Narrow"/>
          <w:sz w:val="22"/>
          <w:lang w:val="de-DE"/>
        </w:rPr>
        <w:t>Referatsvorstellung</w:t>
      </w:r>
    </w:p>
    <w:p w:rsidR="006204D1" w:rsidRPr="006204D1" w:rsidRDefault="006204D1" w:rsidP="006204D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Flinkster</w:t>
      </w:r>
    </w:p>
    <w:p w:rsidR="006204D1" w:rsidRDefault="006204D1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Sigi</w:t>
      </w:r>
    </w:p>
    <w:p w:rsidR="006204D1" w:rsidRDefault="006204D1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</w:p>
    <w:p w:rsidR="006204D1" w:rsidRDefault="006204D1" w:rsidP="006204D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Barschichten</w:t>
      </w:r>
    </w:p>
    <w:p w:rsidR="006204D1" w:rsidRPr="006204D1" w:rsidRDefault="006204D1" w:rsidP="006204D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Ticketverkauf</w:t>
      </w:r>
    </w:p>
    <w:p w:rsidR="006204D1" w:rsidRDefault="006204D1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(aufräumen?)</w:t>
      </w:r>
    </w:p>
    <w:p w:rsidR="006204D1" w:rsidRDefault="006204D1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 Bar </w:t>
      </w:r>
    </w:p>
    <w:p w:rsidR="00BA10A5" w:rsidRPr="00D24AA6" w:rsidRDefault="00BA10A5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D24AA6" w:rsidRPr="00D24AA6" w:rsidRDefault="00D24AA6" w:rsidP="00D24AA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D24AA6" w:rsidRPr="00D24AA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523B8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46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8</cp:revision>
  <cp:lastPrinted>2013-05-13T11:09:00Z</cp:lastPrinted>
  <dcterms:created xsi:type="dcterms:W3CDTF">2013-07-11T11:14:00Z</dcterms:created>
  <dcterms:modified xsi:type="dcterms:W3CDTF">2015-03-17T11:31:00Z</dcterms:modified>
</cp:coreProperties>
</file>